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E18F32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4519">
        <w:rPr>
          <w:rFonts w:ascii="Corbel" w:hAnsi="Corbel"/>
          <w:i/>
          <w:smallCaps/>
          <w:sz w:val="24"/>
          <w:szCs w:val="24"/>
        </w:rPr>
        <w:t>2019-2022</w:t>
      </w:r>
    </w:p>
    <w:p w14:paraId="137E922A" w14:textId="7022F3D7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04519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04519">
        <w:rPr>
          <w:rFonts w:ascii="Corbel" w:hAnsi="Corbel"/>
          <w:sz w:val="20"/>
          <w:szCs w:val="20"/>
        </w:rPr>
        <w:t>1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C6FDB21" w:rsidR="00E03342" w:rsidRPr="009C54AE" w:rsidRDefault="003639F6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EFA6248" w:rsidR="00015B8F" w:rsidRPr="009C54AE" w:rsidRDefault="00363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BBEE16B" w:rsidR="00015B8F" w:rsidRPr="009C54AE" w:rsidRDefault="00363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27D98E61" w:rsidR="00FB05DB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t>zajęcia w formie tradycyjnej</w:t>
      </w:r>
    </w:p>
    <w:p w14:paraId="2C9DD6E9" w14:textId="77777777" w:rsidR="00FB05DB" w:rsidRDefault="00FB05DB" w:rsidP="00FB05D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088F9E" w:rsidR="0085747A" w:rsidRPr="009C54AE" w:rsidRDefault="003639F6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60A316D1" w:rsidR="00C61DC5" w:rsidRPr="009C54AE" w:rsidRDefault="003639F6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C9524" w14:textId="77777777" w:rsidR="001720AC" w:rsidRDefault="001720AC" w:rsidP="00C16ABF">
      <w:pPr>
        <w:spacing w:after="0" w:line="240" w:lineRule="auto"/>
      </w:pPr>
      <w:r>
        <w:separator/>
      </w:r>
    </w:p>
  </w:endnote>
  <w:endnote w:type="continuationSeparator" w:id="0">
    <w:p w14:paraId="1F16FC32" w14:textId="77777777" w:rsidR="001720AC" w:rsidRDefault="001720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8F077" w14:textId="77777777" w:rsidR="001720AC" w:rsidRDefault="001720AC" w:rsidP="00C16ABF">
      <w:pPr>
        <w:spacing w:after="0" w:line="240" w:lineRule="auto"/>
      </w:pPr>
      <w:r>
        <w:separator/>
      </w:r>
    </w:p>
  </w:footnote>
  <w:footnote w:type="continuationSeparator" w:id="0">
    <w:p w14:paraId="42DCBE29" w14:textId="77777777" w:rsidR="001720AC" w:rsidRDefault="001720A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20AC"/>
    <w:rsid w:val="001737CF"/>
    <w:rsid w:val="00176083"/>
    <w:rsid w:val="00192F37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4519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9F6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5032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4F5DA-42AF-443D-98CC-BA88999B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921</Words>
  <Characters>5528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22</cp:revision>
  <cp:lastPrinted>2017-05-04T18:28:00Z</cp:lastPrinted>
  <dcterms:created xsi:type="dcterms:W3CDTF">2020-12-04T20:15:00Z</dcterms:created>
  <dcterms:modified xsi:type="dcterms:W3CDTF">2020-12-10T18:30:00Z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